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C852" w14:textId="77777777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3288DED0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47D89021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53FCE81B" w14:textId="3B281F9A" w:rsidR="005D6F00" w:rsidRDefault="005D6F00" w:rsidP="005D6F00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DESY-2015-19</w:t>
      </w:r>
    </w:p>
    <w:p w14:paraId="0699C3E5" w14:textId="77777777" w:rsidR="005D6F00" w:rsidRDefault="005D6F00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</w:p>
    <w:p w14:paraId="5A1E0F2A" w14:textId="7B4E48C7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5D6F00">
        <w:rPr>
          <w:rFonts w:cs="Arial"/>
          <w:b/>
          <w:sz w:val="22"/>
          <w:lang w:val="en-US"/>
        </w:rPr>
        <w:tab/>
      </w:r>
      <w:bookmarkStart w:id="0" w:name="_GoBack"/>
      <w:bookmarkEnd w:id="0"/>
      <w:r w:rsidR="00486DFE" w:rsidRPr="00486DFE">
        <w:rPr>
          <w:rFonts w:cs="Arial"/>
          <w:b/>
          <w:sz w:val="22"/>
          <w:lang w:val="en-US"/>
        </w:rPr>
        <w:t>DESY</w:t>
      </w:r>
    </w:p>
    <w:p w14:paraId="4E389B8B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6CB402CD" w14:textId="77777777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5C1406">
        <w:rPr>
          <w:rFonts w:ascii="Arial" w:hAnsi="Arial" w:cs="Arial"/>
          <w:sz w:val="22"/>
          <w:lang w:eastAsia="zh-CN"/>
        </w:rPr>
        <w:t>FH/CMS</w:t>
      </w:r>
      <w:r>
        <w:rPr>
          <w:rFonts w:ascii="Arial" w:hAnsi="Arial" w:cs="Arial"/>
          <w:sz w:val="22"/>
          <w:lang w:eastAsia="zh-CN"/>
        </w:rPr>
        <w:tab/>
      </w:r>
    </w:p>
    <w:p w14:paraId="50DC7479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346D257E" w14:textId="2F3F466B" w:rsidR="007A673C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r w:rsidR="005C1406">
        <w:rPr>
          <w:rFonts w:ascii="Arial" w:hAnsi="Arial" w:cs="Arial"/>
          <w:sz w:val="22"/>
        </w:rPr>
        <w:t>Christian Schwanenberger</w:t>
      </w:r>
      <w:r w:rsidR="00C46EAD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  <w:t>Email/Phone:</w:t>
      </w:r>
      <w:r w:rsidR="005C1406">
        <w:rPr>
          <w:rFonts w:ascii="Arial" w:hAnsi="Arial" w:cs="Arial"/>
          <w:sz w:val="22"/>
        </w:rPr>
        <w:t xml:space="preserve"> </w:t>
      </w:r>
      <w:hyperlink r:id="rId9" w:history="1">
        <w:r w:rsidR="005C1406" w:rsidRPr="003133D7">
          <w:rPr>
            <w:rStyle w:val="Hyperlink"/>
            <w:rFonts w:ascii="Arial" w:hAnsi="Arial" w:cs="Arial"/>
            <w:sz w:val="22"/>
          </w:rPr>
          <w:t>christian.schwanenberger@desy.de</w:t>
        </w:r>
      </w:hyperlink>
      <w:r w:rsidR="005C1406">
        <w:rPr>
          <w:rFonts w:ascii="Arial" w:hAnsi="Arial" w:cs="Arial"/>
          <w:sz w:val="22"/>
        </w:rPr>
        <w:t xml:space="preserve"> / </w:t>
      </w:r>
      <w:r w:rsidR="000812E8">
        <w:rPr>
          <w:rFonts w:ascii="Arial" w:hAnsi="Arial" w:cs="Arial"/>
          <w:sz w:val="22"/>
        </w:rPr>
        <w:t xml:space="preserve">+49 40 8998 </w:t>
      </w:r>
      <w:r w:rsidR="005C1406">
        <w:rPr>
          <w:rFonts w:ascii="Arial" w:hAnsi="Arial" w:cs="Arial"/>
          <w:sz w:val="22"/>
        </w:rPr>
        <w:t>6002</w:t>
      </w:r>
      <w:r w:rsidR="00C46EAD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</w:r>
    </w:p>
    <w:p w14:paraId="5A441CF3" w14:textId="77777777" w:rsidR="00C46EAD" w:rsidRPr="00C46EAD" w:rsidRDefault="00C46EAD" w:rsidP="00C46EAD"/>
    <w:p w14:paraId="02178FBD" w14:textId="5D607375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C44758">
        <w:rPr>
          <w:rFonts w:ascii="Arial" w:hAnsi="Arial" w:cs="Arial"/>
          <w:b w:val="0"/>
          <w:sz w:val="22"/>
        </w:rPr>
        <w:t>Elementary Particle Physics at the LHC, Top Quarks and Higgs Bosons</w:t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</w:p>
    <w:p w14:paraId="5CF209FE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4C76484A" w14:textId="55C4777F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Research in </w:t>
      </w:r>
      <w:r w:rsidR="00C44758">
        <w:rPr>
          <w:rFonts w:ascii="Arial" w:hAnsi="Arial" w:cs="Arial"/>
          <w:sz w:val="22"/>
          <w:szCs w:val="22"/>
          <w:lang w:val="en-US"/>
        </w:rPr>
        <w:t>data analysis with the CMS experiment</w:t>
      </w:r>
      <w:r w:rsidRPr="00486DFE">
        <w:rPr>
          <w:rFonts w:ascii="Arial" w:hAnsi="Arial" w:cs="Arial"/>
          <w:sz w:val="22"/>
          <w:lang w:val="en-US"/>
        </w:rPr>
        <w:tab/>
      </w:r>
    </w:p>
    <w:p w14:paraId="70C028C1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16E86735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119392" wp14:editId="6D574265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E9DDC" w14:textId="77777777" w:rsidR="005C1406" w:rsidRDefault="00816AA8" w:rsidP="00816A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</w:pPr>
                            <w:r w:rsidRPr="00816AA8"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>The Large Hadron Collider at CERN</w:t>
                            </w:r>
                            <w:r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 xml:space="preserve"> is the highest energy collider ever built </w:t>
                            </w:r>
                            <w:r w:rsidRPr="00816AA8"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>probing smaller distances and larger energies than ever</w:t>
                            </w:r>
                            <w:r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 xml:space="preserve"> accessible before. </w:t>
                            </w:r>
                            <w:r w:rsidRPr="00816AA8"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>An open question in the Standard Model of</w:t>
                            </w:r>
                            <w:r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 xml:space="preserve"> </w:t>
                            </w:r>
                            <w:r w:rsidRPr="00816AA8"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>particle physics is the origin of mass. To understand the process of</w:t>
                            </w:r>
                            <w:r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 xml:space="preserve"> </w:t>
                            </w:r>
                            <w:r w:rsidRPr="00816AA8"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>mass generation, the interplay between the heaviest elementary</w:t>
                            </w:r>
                            <w:r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 xml:space="preserve"> </w:t>
                            </w:r>
                            <w:r w:rsidRPr="00816AA8"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>particle, the top quark, and the recently discovered Higgs boson is</w:t>
                            </w:r>
                            <w:r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 xml:space="preserve"> </w:t>
                            </w:r>
                            <w:r w:rsidRPr="00816AA8"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>crucial. This should be studied in this project investigating top</w:t>
                            </w:r>
                            <w:r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 xml:space="preserve"> quark pairs ass</w:t>
                            </w:r>
                            <w:r w:rsidRPr="00816AA8"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 xml:space="preserve">ociated with Higgs bosons producing </w:t>
                            </w:r>
                            <w:proofErr w:type="spellStart"/>
                            <w:r w:rsidRPr="00816AA8"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>multilepton</w:t>
                            </w:r>
                            <w:proofErr w:type="spellEnd"/>
                            <w:r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 xml:space="preserve"> </w:t>
                            </w:r>
                            <w:r w:rsidRPr="00816AA8"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>final states. The aim is to observe this process for the first time</w:t>
                            </w:r>
                            <w:r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 xml:space="preserve"> </w:t>
                            </w:r>
                            <w:r w:rsidRPr="00816AA8"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  <w:t>and to measure the top-Higgs Yukawa coupling.</w:t>
                            </w:r>
                          </w:p>
                          <w:p w14:paraId="479ACC4D" w14:textId="77777777" w:rsidR="005C1406" w:rsidRPr="000B1777" w:rsidRDefault="005C1406" w:rsidP="005C140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Frutiger LT Pro 45 Light" w:eastAsia="Times New Roman" w:hAnsi="Frutiger LT Pro 45 Light" w:cs="Helvetica"/>
                                <w:lang w:val="en-US" w:eastAsia="en-GB"/>
                              </w:rPr>
                            </w:pPr>
                          </w:p>
                          <w:p w14:paraId="189C7579" w14:textId="77777777" w:rsidR="005C1406" w:rsidRPr="00B274AC" w:rsidRDefault="005C1406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">
                <v:textbox>
                  <w:txbxContent>
                    <w:p w14:paraId="0E1E9DDC" w14:textId="77777777" w:rsidR="005C1406" w:rsidRDefault="00816AA8" w:rsidP="00816A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</w:pPr>
                      <w:r w:rsidRPr="00816AA8"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>The Large Hadron Collider at CERN</w:t>
                      </w:r>
                      <w:r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 xml:space="preserve"> is the highest energy collider ever built </w:t>
                      </w:r>
                      <w:r w:rsidRPr="00816AA8"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>probing smaller distances and larger energies than ever</w:t>
                      </w:r>
                      <w:r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 xml:space="preserve"> accessible before. </w:t>
                      </w:r>
                      <w:r w:rsidRPr="00816AA8"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>An open question in the Standard Model of</w:t>
                      </w:r>
                      <w:r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 xml:space="preserve"> </w:t>
                      </w:r>
                      <w:r w:rsidRPr="00816AA8"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>particle physics is the origin of mass. To understand the process of</w:t>
                      </w:r>
                      <w:r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 xml:space="preserve"> </w:t>
                      </w:r>
                      <w:r w:rsidRPr="00816AA8"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>mass generation, the interplay between the heaviest elementary</w:t>
                      </w:r>
                      <w:r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 xml:space="preserve"> </w:t>
                      </w:r>
                      <w:r w:rsidRPr="00816AA8"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>particle, the top quark, and the recently discovered Higgs boson is</w:t>
                      </w:r>
                      <w:r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 xml:space="preserve"> </w:t>
                      </w:r>
                      <w:r w:rsidRPr="00816AA8"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>crucial. This should be studied in this project investigating top</w:t>
                      </w:r>
                      <w:r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 xml:space="preserve"> quark pairs ass</w:t>
                      </w:r>
                      <w:r w:rsidRPr="00816AA8"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 xml:space="preserve">ociated with Higgs bosons producing </w:t>
                      </w:r>
                      <w:proofErr w:type="spellStart"/>
                      <w:r w:rsidRPr="00816AA8"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>multilepton</w:t>
                      </w:r>
                      <w:proofErr w:type="spellEnd"/>
                      <w:r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 xml:space="preserve"> </w:t>
                      </w:r>
                      <w:r w:rsidRPr="00816AA8"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>final states. The aim is to observe this process for the first time</w:t>
                      </w:r>
                      <w:r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 xml:space="preserve"> </w:t>
                      </w:r>
                      <w:r w:rsidRPr="00816AA8"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  <w:t>and to measure the top-Higgs Yukawa coupling.</w:t>
                      </w:r>
                    </w:p>
                    <w:p w14:paraId="479ACC4D" w14:textId="77777777" w:rsidR="005C1406" w:rsidRPr="000B1777" w:rsidRDefault="005C1406" w:rsidP="005C140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Frutiger LT Pro 45 Light" w:eastAsia="Times New Roman" w:hAnsi="Frutiger LT Pro 45 Light" w:cs="Helvetica"/>
                          <w:lang w:val="en-US" w:eastAsia="en-GB"/>
                        </w:rPr>
                      </w:pPr>
                    </w:p>
                    <w:p w14:paraId="189C7579" w14:textId="77777777" w:rsidR="005C1406" w:rsidRPr="00B274AC" w:rsidRDefault="005C1406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CC0FBA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6B844A9A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D2EF5D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D9A621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6B11705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2CCE36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93D807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77589EE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339343E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49624F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F15B80E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F42C920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02ABADF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24FECBB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3F39952E" w14:textId="77777777"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9B0E5C" wp14:editId="71494BA4">
                <wp:simplePos x="0" y="0"/>
                <wp:positionH relativeFrom="column">
                  <wp:posOffset>548108</wp:posOffset>
                </wp:positionH>
                <wp:positionV relativeFrom="paragraph">
                  <wp:posOffset>47802</wp:posOffset>
                </wp:positionV>
                <wp:extent cx="4800600" cy="2371061"/>
                <wp:effectExtent l="0" t="0" r="19050" b="1079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3710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C6247" w14:textId="50F9A592" w:rsidR="005C1406" w:rsidRPr="00C44758" w:rsidRDefault="00C44758" w:rsidP="00C4475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C44758">
                              <w:rPr>
                                <w:rFonts w:ascii="Arial" w:hAnsi="Arial" w:cs="Arial"/>
                                <w:szCs w:val="24"/>
                              </w:rPr>
                              <w:t>solid skills in modern programming languages, preferably C++</w:t>
                            </w:r>
                          </w:p>
                          <w:p w14:paraId="30D1DC5C" w14:textId="63F2C48E" w:rsidR="00C44758" w:rsidRDefault="00C44758" w:rsidP="00C4475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basic knowledge in root</w:t>
                            </w:r>
                          </w:p>
                          <w:p w14:paraId="736B575F" w14:textId="67611B88" w:rsidR="00C44758" w:rsidRDefault="00C44758" w:rsidP="00C4475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data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analysis experience. The candidate should preferably have at least one publication as primary author or a preliminary result of an own data analysis in the field of high energy physics</w:t>
                            </w:r>
                          </w:p>
                          <w:p w14:paraId="10354C60" w14:textId="682BACA2" w:rsidR="00C44758" w:rsidRPr="00C44758" w:rsidRDefault="00C44758" w:rsidP="00C44758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very good knowledge of English language in writing and speaking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43.15pt;margin-top:3.75pt;width:378pt;height:18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">
                <v:textbox inset=",,,1mm">
                  <w:txbxContent>
                    <w:p w14:paraId="2D4C6247" w14:textId="50F9A592" w:rsidR="005C1406" w:rsidRPr="00C44758" w:rsidRDefault="00C44758" w:rsidP="00C4475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 w:rsidRPr="00C44758">
                        <w:rPr>
                          <w:rFonts w:ascii="Arial" w:hAnsi="Arial" w:cs="Arial"/>
                          <w:szCs w:val="24"/>
                        </w:rPr>
                        <w:t>solid skills in modern programming languages, preferably C++</w:t>
                      </w:r>
                    </w:p>
                    <w:p w14:paraId="30D1DC5C" w14:textId="63F2C48E" w:rsidR="00C44758" w:rsidRDefault="00C44758" w:rsidP="00C4475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basic knowledge in root</w:t>
                      </w:r>
                    </w:p>
                    <w:p w14:paraId="736B575F" w14:textId="67611B88" w:rsidR="00C44758" w:rsidRDefault="00C44758" w:rsidP="00C4475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Cs w:val="24"/>
                        </w:rPr>
                        <w:t>data</w:t>
                      </w:r>
                      <w:proofErr w:type="gram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 analysis experience. The candidate should preferably have at least one publication as primary author or a preliminary result of an own data analysis in the field of high energy physics</w:t>
                      </w:r>
                    </w:p>
                    <w:p w14:paraId="10354C60" w14:textId="682BACA2" w:rsidR="00C44758" w:rsidRPr="00C44758" w:rsidRDefault="00C44758" w:rsidP="00C44758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very good knowledge of English language in writing and speaking</w:t>
                      </w:r>
                    </w:p>
                  </w:txbxContent>
                </v:textbox>
              </v:shape>
            </w:pict>
          </mc:Fallback>
        </mc:AlternateContent>
      </w:r>
    </w:p>
    <w:p w14:paraId="1F1CD7FC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3096A2F5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DF664A0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07F1CE1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7783938A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DC010FE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C589D7E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E9EAD9D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8771468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B56D8B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DC48C92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8517756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85BDDDC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75AFC91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89810A2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CC2D50B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EE99C3D" w14:textId="77777777" w:rsidR="00486DFE" w:rsidRPr="00486DFE" w:rsidRDefault="00486DFE" w:rsidP="000812E8">
      <w:pPr>
        <w:rPr>
          <w:rFonts w:ascii="Arial" w:hAnsi="Arial" w:cs="Arial"/>
          <w:b/>
          <w:sz w:val="22"/>
          <w:lang w:eastAsia="zh-CN"/>
        </w:rPr>
      </w:pPr>
    </w:p>
    <w:p w14:paraId="331B970B" w14:textId="4AA61B27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44758">
        <w:rPr>
          <w:rFonts w:ascii="Arial" w:hAnsi="Arial" w:cs="Arial"/>
          <w:sz w:val="22"/>
        </w:rPr>
        <w:t>Hamburg</w:t>
      </w:r>
    </w:p>
    <w:p w14:paraId="447E5464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3D786089" w14:textId="19398B70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03A8B">
        <w:rPr>
          <w:rFonts w:ascii="Arial" w:hAnsi="Arial" w:cs="Arial"/>
          <w:sz w:val="22"/>
        </w:rPr>
        <w:t>December 2015</w:t>
      </w:r>
      <w:r w:rsidR="00C44758">
        <w:rPr>
          <w:rFonts w:ascii="Arial" w:hAnsi="Arial" w:cs="Arial"/>
          <w:sz w:val="22"/>
        </w:rPr>
        <w:t xml:space="preserve"> </w:t>
      </w:r>
    </w:p>
    <w:p w14:paraId="4E1C4A4D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2E5B4058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 (please note that we require for all candid</w:t>
      </w:r>
      <w:r w:rsidR="000A3D3B">
        <w:rPr>
          <w:rFonts w:ascii="Arial" w:hAnsi="Arial" w:cs="Arial"/>
          <w:sz w:val="22"/>
        </w:rPr>
        <w:t xml:space="preserve">ates proven records of English, </w:t>
      </w:r>
      <w:r w:rsidR="00C46EAD">
        <w:rPr>
          <w:rFonts w:ascii="Arial" w:hAnsi="Arial" w:cs="Arial"/>
          <w:sz w:val="22"/>
        </w:rPr>
        <w:t xml:space="preserve">e.g. </w:t>
      </w:r>
      <w:r w:rsidR="00956316">
        <w:rPr>
          <w:rFonts w:ascii="Arial" w:hAnsi="Arial" w:cs="Arial"/>
          <w:sz w:val="22"/>
        </w:rPr>
        <w:t>CAE</w:t>
      </w:r>
      <w:r w:rsidR="00553C85">
        <w:rPr>
          <w:rFonts w:ascii="Arial" w:hAnsi="Arial" w:cs="Arial"/>
          <w:sz w:val="22"/>
        </w:rPr>
        <w:t xml:space="preserve"> certificate</w:t>
      </w:r>
      <w:r w:rsidR="000A3D3B">
        <w:rPr>
          <w:rFonts w:ascii="Arial" w:hAnsi="Arial" w:cs="Arial"/>
          <w:sz w:val="22"/>
        </w:rPr>
        <w:t>)</w:t>
      </w:r>
      <w:r w:rsidR="00486DFE" w:rsidRPr="00486DFE">
        <w:rPr>
          <w:rFonts w:ascii="Arial" w:hAnsi="Arial" w:cs="Arial"/>
          <w:i/>
          <w:iCs/>
          <w:sz w:val="22"/>
        </w:rPr>
        <w:t xml:space="preserve">   </w:t>
      </w:r>
    </w:p>
    <w:p w14:paraId="7DC037AC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5224BB2B" w14:textId="77777777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14:paraId="662D39DC" w14:textId="77777777"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88F8E" w14:textId="77777777" w:rsidR="005C1406" w:rsidRDefault="005C1406">
      <w:r>
        <w:separator/>
      </w:r>
    </w:p>
  </w:endnote>
  <w:endnote w:type="continuationSeparator" w:id="0">
    <w:p w14:paraId="75B1FAE0" w14:textId="77777777" w:rsidR="005C1406" w:rsidRDefault="005C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Frutiger LT Pro 45 Light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4EEC3" w14:textId="77777777" w:rsidR="005C1406" w:rsidRDefault="005C1406">
      <w:r>
        <w:separator/>
      </w:r>
    </w:p>
  </w:footnote>
  <w:footnote w:type="continuationSeparator" w:id="0">
    <w:p w14:paraId="03202347" w14:textId="77777777" w:rsidR="005C1406" w:rsidRDefault="005C1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C1294" w14:textId="77777777" w:rsidR="005C1406" w:rsidRDefault="005C140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4758">
      <w:rPr>
        <w:rStyle w:val="PageNumber"/>
        <w:noProof/>
      </w:rPr>
      <w:t>2</w:t>
    </w:r>
    <w:r>
      <w:rPr>
        <w:rStyle w:val="PageNumber"/>
      </w:rPr>
      <w:fldChar w:fldCharType="end"/>
    </w:r>
  </w:p>
  <w:p w14:paraId="50A1926E" w14:textId="77777777" w:rsidR="005C1406" w:rsidRDefault="005C140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4511D15"/>
    <w:multiLevelType w:val="hybridMultilevel"/>
    <w:tmpl w:val="4B02F5A8"/>
    <w:lvl w:ilvl="0" w:tplc="1F1032F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812E8"/>
    <w:rsid w:val="000A3D3B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F1696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53C85"/>
    <w:rsid w:val="005568F5"/>
    <w:rsid w:val="005753F7"/>
    <w:rsid w:val="005A1178"/>
    <w:rsid w:val="005B14D8"/>
    <w:rsid w:val="005B4047"/>
    <w:rsid w:val="005C1406"/>
    <w:rsid w:val="005D3CA6"/>
    <w:rsid w:val="005D6F00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673C"/>
    <w:rsid w:val="00816AA8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338C"/>
    <w:rsid w:val="00BE69E7"/>
    <w:rsid w:val="00C44758"/>
    <w:rsid w:val="00C46EAD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D4EE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hristian.schwanenberger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7895B-DCBC-4370-A22E-BDB184E8E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77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3</cp:revision>
  <cp:lastPrinted>2006-08-08T10:33:00Z</cp:lastPrinted>
  <dcterms:created xsi:type="dcterms:W3CDTF">2015-05-01T14:27:00Z</dcterms:created>
  <dcterms:modified xsi:type="dcterms:W3CDTF">2015-05-07T14:31:00Z</dcterms:modified>
</cp:coreProperties>
</file>